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5041870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1D43">
        <w:rPr>
          <w:rFonts w:ascii="Corbel" w:hAnsi="Corbel"/>
          <w:i/>
          <w:smallCaps/>
          <w:sz w:val="24"/>
          <w:szCs w:val="24"/>
        </w:rPr>
        <w:t>202</w:t>
      </w:r>
      <w:r w:rsidR="001F70BB">
        <w:rPr>
          <w:rFonts w:ascii="Corbel" w:hAnsi="Corbel"/>
          <w:i/>
          <w:smallCaps/>
          <w:sz w:val="24"/>
          <w:szCs w:val="24"/>
        </w:rPr>
        <w:t>1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331D43">
        <w:rPr>
          <w:rFonts w:ascii="Corbel" w:hAnsi="Corbel"/>
          <w:i/>
          <w:smallCaps/>
          <w:sz w:val="24"/>
          <w:szCs w:val="24"/>
        </w:rPr>
        <w:t>2</w:t>
      </w:r>
      <w:r w:rsidR="001F70BB">
        <w:rPr>
          <w:rFonts w:ascii="Corbel" w:hAnsi="Corbel"/>
          <w:i/>
          <w:smallCaps/>
          <w:sz w:val="24"/>
          <w:szCs w:val="24"/>
        </w:rPr>
        <w:t>4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F8A22A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1D43">
        <w:rPr>
          <w:rFonts w:ascii="Corbel" w:hAnsi="Corbel"/>
          <w:sz w:val="20"/>
          <w:szCs w:val="20"/>
        </w:rPr>
        <w:t>202</w:t>
      </w:r>
      <w:r w:rsidR="001F70BB">
        <w:rPr>
          <w:rFonts w:ascii="Corbel" w:hAnsi="Corbel"/>
          <w:sz w:val="20"/>
          <w:szCs w:val="20"/>
        </w:rPr>
        <w:t>1</w:t>
      </w:r>
      <w:r w:rsidR="00331D43">
        <w:rPr>
          <w:rFonts w:ascii="Corbel" w:hAnsi="Corbel"/>
          <w:sz w:val="20"/>
          <w:szCs w:val="20"/>
        </w:rPr>
        <w:t>/202</w:t>
      </w:r>
      <w:r w:rsidR="001F70BB">
        <w:rPr>
          <w:rFonts w:ascii="Corbel" w:hAnsi="Corbel"/>
          <w:sz w:val="20"/>
          <w:szCs w:val="20"/>
        </w:rPr>
        <w:t>2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061A9CB0" w:rsidR="0085747A" w:rsidRPr="009C54AE" w:rsidRDefault="00C0740F" w:rsidP="00C074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2224C629" w:rsidR="0085747A" w:rsidRPr="009C54AE" w:rsidRDefault="00C074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7509A8D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44ECA2C8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CDE461D" w14:textId="663487A5" w:rsidR="00245CFD" w:rsidRPr="009C54AE" w:rsidRDefault="00245CF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00882363" w14:textId="77777777" w:rsidR="007171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5D9D525" w14:textId="56C502F2" w:rsidR="0085747A" w:rsidRPr="009C54AE" w:rsidRDefault="007171E0" w:rsidP="007171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654B9E">
              <w:rPr>
                <w:rFonts w:ascii="Corbel" w:hAnsi="Corbel"/>
                <w:sz w:val="24"/>
                <w:szCs w:val="24"/>
              </w:rPr>
              <w:t>e</w:t>
            </w:r>
            <w:r w:rsidRPr="00654B9E">
              <w:rPr>
                <w:rFonts w:ascii="Corbel" w:hAnsi="Corbel"/>
                <w:sz w:val="24"/>
                <w:szCs w:val="24"/>
              </w:rPr>
              <w:t>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54B9E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54B9E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</w:t>
            </w:r>
            <w:r w:rsidRPr="00654B9E">
              <w:rPr>
                <w:rFonts w:ascii="Corbel" w:hAnsi="Corbel"/>
                <w:sz w:val="24"/>
                <w:szCs w:val="24"/>
              </w:rPr>
              <w:t>k</w:t>
            </w:r>
            <w:r w:rsidRPr="00654B9E">
              <w:rPr>
                <w:rFonts w:ascii="Corbel" w:hAnsi="Corbel"/>
                <w:sz w:val="24"/>
                <w:szCs w:val="24"/>
              </w:rPr>
              <w:t>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8635B8B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>w trakcie zajęć, zaliczenie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3D8CAA43" w:rsidR="00DC49AA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</w:p>
          <w:p w14:paraId="321FFC41" w14:textId="581C67D1" w:rsidR="00DC49AA" w:rsidRPr="009C54AE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5BE465D4" w:rsidR="0085747A" w:rsidRPr="009C54AE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9CF8AB" w14:textId="2C5B8062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23FCA020" w14:textId="5EE42C18" w:rsidR="00654B9E" w:rsidRPr="00C25BFA" w:rsidRDefault="008E432D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2D97A399" w14:textId="727C8B67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. Wyd. „UNIVERSITAS”, </w:t>
            </w:r>
            <w:r w:rsidR="008E432D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C25BFA">
              <w:rPr>
                <w:rFonts w:ascii="Corbel" w:hAnsi="Corbel"/>
                <w:sz w:val="24"/>
                <w:szCs w:val="24"/>
              </w:rPr>
              <w:t>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D6BF25C" w14:textId="26FA0403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25BFA"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13D7BBB" w14:textId="1CB0FFAD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…</w:t>
            </w:r>
            <w:r w:rsidR="00755B4E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 w:rsidR="00C25BFA"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4EC07346" w14:textId="591F0185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="008E432D"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612C321" w14:textId="46502DB1" w:rsidR="007328D8" w:rsidRPr="00654B9E" w:rsidRDefault="00654B9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M. ,</w:t>
            </w:r>
            <w:r w:rsidR="008E432D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="008E432D">
              <w:rPr>
                <w:rFonts w:ascii="Corbel" w:hAnsi="Corbel"/>
                <w:sz w:val="24"/>
                <w:szCs w:val="24"/>
              </w:rPr>
              <w:t>Wydawnictwo Szko</w:t>
            </w:r>
            <w:r w:rsidR="008E432D">
              <w:rPr>
                <w:rFonts w:ascii="Corbel" w:hAnsi="Corbel"/>
                <w:sz w:val="24"/>
                <w:szCs w:val="24"/>
              </w:rPr>
              <w:t>l</w:t>
            </w:r>
            <w:r w:rsidR="008E432D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8E432D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77EDFCE" w14:textId="3FD84B25" w:rsidR="0018781E" w:rsidRPr="0018781E" w:rsidRDefault="0018781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C131B" w14:textId="77777777" w:rsidR="007330AC" w:rsidRDefault="007330AC" w:rsidP="00C16ABF">
      <w:pPr>
        <w:spacing w:after="0" w:line="240" w:lineRule="auto"/>
      </w:pPr>
      <w:r>
        <w:separator/>
      </w:r>
    </w:p>
  </w:endnote>
  <w:endnote w:type="continuationSeparator" w:id="0">
    <w:p w14:paraId="36071887" w14:textId="77777777" w:rsidR="007330AC" w:rsidRDefault="007330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6A022" w14:textId="77777777" w:rsidR="007330AC" w:rsidRDefault="007330AC" w:rsidP="00C16ABF">
      <w:pPr>
        <w:spacing w:after="0" w:line="240" w:lineRule="auto"/>
      </w:pPr>
      <w:r>
        <w:separator/>
      </w:r>
    </w:p>
  </w:footnote>
  <w:footnote w:type="continuationSeparator" w:id="0">
    <w:p w14:paraId="7340AF85" w14:textId="77777777" w:rsidR="007330AC" w:rsidRDefault="007330AC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81E"/>
    <w:rsid w:val="00192F37"/>
    <w:rsid w:val="001A70D2"/>
    <w:rsid w:val="001D657B"/>
    <w:rsid w:val="001D7B54"/>
    <w:rsid w:val="001E0209"/>
    <w:rsid w:val="001E41B5"/>
    <w:rsid w:val="001F2CA2"/>
    <w:rsid w:val="001F70BB"/>
    <w:rsid w:val="00210340"/>
    <w:rsid w:val="002144C0"/>
    <w:rsid w:val="0022477D"/>
    <w:rsid w:val="002278A9"/>
    <w:rsid w:val="00232239"/>
    <w:rsid w:val="002336F9"/>
    <w:rsid w:val="0024028F"/>
    <w:rsid w:val="0024405A"/>
    <w:rsid w:val="00244ABC"/>
    <w:rsid w:val="00245CFD"/>
    <w:rsid w:val="00281FF2"/>
    <w:rsid w:val="00284CA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1D4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1E11"/>
    <w:rsid w:val="0045729E"/>
    <w:rsid w:val="00461EFC"/>
    <w:rsid w:val="004652C2"/>
    <w:rsid w:val="004706D1"/>
    <w:rsid w:val="00471326"/>
    <w:rsid w:val="0047598D"/>
    <w:rsid w:val="00481264"/>
    <w:rsid w:val="004840FD"/>
    <w:rsid w:val="00490F7D"/>
    <w:rsid w:val="00491678"/>
    <w:rsid w:val="004968E2"/>
    <w:rsid w:val="004A3EEA"/>
    <w:rsid w:val="004A4D1F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1E0"/>
    <w:rsid w:val="00724677"/>
    <w:rsid w:val="00725459"/>
    <w:rsid w:val="007327BD"/>
    <w:rsid w:val="007328D8"/>
    <w:rsid w:val="007330AC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92850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44DB9"/>
    <w:rsid w:val="0085052D"/>
    <w:rsid w:val="0085747A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277"/>
    <w:rsid w:val="00A84C85"/>
    <w:rsid w:val="00A97DE1"/>
    <w:rsid w:val="00AB053C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C058B4"/>
    <w:rsid w:val="00C05F44"/>
    <w:rsid w:val="00C0740F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36F3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D7DA0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526AF"/>
    <w:rsid w:val="00F617C3"/>
    <w:rsid w:val="00F62AFF"/>
    <w:rsid w:val="00F7066B"/>
    <w:rsid w:val="00F723E8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8D59D-9643-48EE-88C8-E305FA5E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141</TotalTime>
  <Pages>1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2020-10-13T08:08:00Z</cp:lastPrinted>
  <dcterms:created xsi:type="dcterms:W3CDTF">2019-10-16T16:23:00Z</dcterms:created>
  <dcterms:modified xsi:type="dcterms:W3CDTF">2021-09-24T10:22:00Z</dcterms:modified>
</cp:coreProperties>
</file>